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C3" w:rsidRPr="004F0416" w:rsidRDefault="002A12C3">
      <w:pPr>
        <w:pStyle w:val="PlainText"/>
      </w:pPr>
    </w:p>
    <w:p w:rsidR="002A12C3" w:rsidRPr="004F0416" w:rsidRDefault="002A12C3">
      <w:pPr>
        <w:pStyle w:val="Heading1"/>
      </w:pPr>
      <w:r>
        <w:t>Kosztorys  ofertowy</w:t>
      </w:r>
    </w:p>
    <w:p w:rsidR="002A12C3" w:rsidRPr="004F0416" w:rsidRDefault="002A12C3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 w:rsidRPr="004F0416">
        <w:t>na wy</w:t>
      </w:r>
      <w:r>
        <w:t xml:space="preserve">konanie przebudowy drogi we wsi </w:t>
      </w:r>
      <w:r>
        <w:rPr>
          <w:b/>
          <w:bCs/>
        </w:rPr>
        <w:t xml:space="preserve"> Wilków Drugi  (piekarnia)  </w:t>
      </w:r>
      <w:r w:rsidRPr="004F0416">
        <w:rPr>
          <w:b/>
          <w:bCs/>
        </w:rPr>
        <w:t xml:space="preserve"> </w:t>
      </w:r>
      <w:r w:rsidRPr="004F0416">
        <w:t xml:space="preserve">na długości </w:t>
      </w:r>
      <w:r>
        <w:t xml:space="preserve"> </w:t>
      </w:r>
      <w:smartTag w:uri="urn:schemas-microsoft-com:office:smarttags" w:element="metricconverter">
        <w:smartTagPr>
          <w:attr w:name="ProductID" w:val="0,070 km"/>
        </w:smartTagPr>
        <w:r>
          <w:t>0,070 km</w:t>
        </w:r>
      </w:smartTag>
    </w:p>
    <w:p w:rsidR="002A12C3" w:rsidRPr="004F0416" w:rsidRDefault="002A12C3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854"/>
        <w:gridCol w:w="850"/>
        <w:gridCol w:w="1276"/>
      </w:tblGrid>
      <w:tr w:rsidR="002A12C3" w:rsidRPr="004F0416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562" w:type="dxa"/>
            <w:gridSpan w:val="2"/>
          </w:tcPr>
          <w:p w:rsidR="002A12C3" w:rsidRPr="004F0416" w:rsidRDefault="002A12C3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850" w:type="dxa"/>
            <w:vMerge w:val="restart"/>
          </w:tcPr>
          <w:p w:rsidR="002A12C3" w:rsidRPr="004F0416" w:rsidRDefault="002A12C3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2A12C3" w:rsidRPr="004F0416" w:rsidRDefault="002A12C3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2A12C3" w:rsidRPr="004F0416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854" w:type="dxa"/>
          </w:tcPr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850" w:type="dxa"/>
            <w:vMerge/>
          </w:tcPr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A12C3" w:rsidRPr="004F0416" w:rsidRDefault="002A12C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2C3" w:rsidRPr="004F0416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2A12C3" w:rsidRPr="004F0416" w:rsidRDefault="002A12C3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2A12C3" w:rsidRPr="004F0416" w:rsidRDefault="002A12C3"/>
        </w:tc>
        <w:tc>
          <w:tcPr>
            <w:tcW w:w="3685" w:type="dxa"/>
            <w:tcBorders>
              <w:left w:val="nil"/>
              <w:right w:val="nil"/>
            </w:tcBorders>
          </w:tcPr>
          <w:p w:rsidR="002A12C3" w:rsidRPr="004F0416" w:rsidRDefault="002A12C3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2A12C3" w:rsidRPr="004F0416" w:rsidRDefault="002A12C3" w:rsidP="00173EB8">
            <w:pPr>
              <w:shd w:val="clear" w:color="auto" w:fill="FFFFFF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2A12C3" w:rsidRPr="004F0416" w:rsidRDefault="002A12C3" w:rsidP="00F06B37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2A12C3" w:rsidRPr="004F0416" w:rsidRDefault="002A12C3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2A12C3" w:rsidRPr="004F0416" w:rsidRDefault="002A12C3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2A12C3" w:rsidRPr="004F0416">
        <w:trPr>
          <w:cantSplit/>
          <w:trHeight w:val="225"/>
        </w:trPr>
        <w:tc>
          <w:tcPr>
            <w:tcW w:w="424" w:type="dxa"/>
            <w:vAlign w:val="center"/>
          </w:tcPr>
          <w:p w:rsidR="002A12C3" w:rsidRPr="004F0416" w:rsidRDefault="002A12C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2A12C3" w:rsidRPr="004F0416" w:rsidRDefault="002A12C3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2A12C3" w:rsidRPr="004F0416" w:rsidRDefault="002A12C3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2A12C3" w:rsidRPr="004F0416" w:rsidRDefault="002A12C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2A12C3" w:rsidRPr="004F0416" w:rsidRDefault="002A12C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:rsidR="002A12C3" w:rsidRPr="004F0416" w:rsidRDefault="002A12C3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A12C3" w:rsidRPr="004F0416" w:rsidRDefault="002A12C3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2A12C3" w:rsidRPr="004F0416">
        <w:trPr>
          <w:cantSplit/>
          <w:trHeight w:val="225"/>
        </w:trPr>
        <w:tc>
          <w:tcPr>
            <w:tcW w:w="424" w:type="dxa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2A12C3" w:rsidRPr="004F0416" w:rsidRDefault="002A12C3" w:rsidP="00F44624">
            <w:pPr>
              <w:shd w:val="clear" w:color="auto" w:fill="FFFFFF"/>
              <w:jc w:val="center"/>
            </w:pPr>
            <w:r w:rsidRPr="004F0416">
              <w:t>04.0</w:t>
            </w:r>
            <w:r>
              <w:t>4</w:t>
            </w:r>
            <w:r w:rsidRPr="004F0416">
              <w:t>.0</w:t>
            </w:r>
            <w:r>
              <w:t>2</w:t>
            </w:r>
          </w:p>
        </w:tc>
        <w:tc>
          <w:tcPr>
            <w:tcW w:w="3685" w:type="dxa"/>
          </w:tcPr>
          <w:p w:rsidR="002A12C3" w:rsidRPr="004F0416" w:rsidRDefault="002A12C3" w:rsidP="00A87BDE">
            <w:pPr>
              <w:shd w:val="clear" w:color="auto" w:fill="FFFFFF"/>
            </w:pPr>
            <w:r w:rsidRPr="004F0416">
              <w:t>Wyrównanie- wzmocnien</w:t>
            </w:r>
            <w:r>
              <w:t xml:space="preserve">ie podbudowy </w:t>
            </w:r>
            <w:r w:rsidRPr="004F0416">
              <w:t xml:space="preserve"> kruszywem łamanym </w:t>
            </w:r>
            <w:r>
              <w:t>o uziarnieniu 0-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31,5 mm</w:t>
              </w:r>
            </w:smartTag>
            <w:r>
              <w:t xml:space="preserve"> </w:t>
            </w:r>
            <w:r w:rsidRPr="004F0416">
              <w:t xml:space="preserve">przy średniej grub.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4F0416">
                <w:t>1</w:t>
              </w:r>
              <w:r>
                <w:t>5</w:t>
              </w:r>
              <w:r w:rsidRPr="004F0416">
                <w:t xml:space="preserve"> cm</w:t>
              </w:r>
            </w:smartTag>
          </w:p>
          <w:p w:rsidR="002A12C3" w:rsidRPr="004F0416" w:rsidRDefault="002A12C3" w:rsidP="0019436E">
            <w:pPr>
              <w:shd w:val="clear" w:color="auto" w:fill="FFFFFF"/>
            </w:pPr>
          </w:p>
        </w:tc>
        <w:tc>
          <w:tcPr>
            <w:tcW w:w="708" w:type="dxa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</w:p>
          <w:p w:rsidR="002A12C3" w:rsidRPr="004F0416" w:rsidRDefault="002A12C3" w:rsidP="004F228A">
            <w:pPr>
              <w:shd w:val="clear" w:color="auto" w:fill="FFFFFF"/>
            </w:pPr>
          </w:p>
          <w:p w:rsidR="002A12C3" w:rsidRPr="004F0416" w:rsidRDefault="002A12C3" w:rsidP="004F228A">
            <w:pPr>
              <w:shd w:val="clear" w:color="auto" w:fill="FFFFFF"/>
            </w:pPr>
          </w:p>
          <w:p w:rsidR="002A12C3" w:rsidRPr="00F44624" w:rsidRDefault="002A12C3" w:rsidP="00B80AD4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  <w:r>
              <w:t>371,00</w:t>
            </w:r>
          </w:p>
        </w:tc>
        <w:tc>
          <w:tcPr>
            <w:tcW w:w="850" w:type="dxa"/>
            <w:vAlign w:val="bottom"/>
          </w:tcPr>
          <w:p w:rsidR="002A12C3" w:rsidRPr="004F0416" w:rsidRDefault="002A12C3" w:rsidP="00AD60E4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A12C3" w:rsidRPr="004F0416" w:rsidRDefault="002A12C3" w:rsidP="00AD60E4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2A12C3" w:rsidRPr="004F0416">
        <w:trPr>
          <w:cantSplit/>
          <w:trHeight w:val="232"/>
        </w:trPr>
        <w:tc>
          <w:tcPr>
            <w:tcW w:w="424" w:type="dxa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135" w:type="dxa"/>
          </w:tcPr>
          <w:p w:rsidR="002A12C3" w:rsidRPr="004F0416" w:rsidRDefault="002A12C3" w:rsidP="00B80AD4">
            <w:pPr>
              <w:jc w:val="center"/>
            </w:pPr>
            <w:r>
              <w:t>04.01.01</w:t>
            </w:r>
          </w:p>
        </w:tc>
        <w:tc>
          <w:tcPr>
            <w:tcW w:w="3685" w:type="dxa"/>
          </w:tcPr>
          <w:p w:rsidR="002A12C3" w:rsidRPr="004F0416" w:rsidRDefault="002A12C3" w:rsidP="005E28D7">
            <w:pPr>
              <w:shd w:val="clear" w:color="auto" w:fill="FFFFFF"/>
              <w:ind w:right="-70" w:firstLine="24"/>
            </w:pPr>
            <w:r>
              <w:t>Profilowanie istniejącej podbudowy do wymaganych spadków poprzecznych            .</w:t>
            </w:r>
          </w:p>
        </w:tc>
        <w:tc>
          <w:tcPr>
            <w:tcW w:w="708" w:type="dxa"/>
            <w:vAlign w:val="bottom"/>
          </w:tcPr>
          <w:p w:rsidR="002A12C3" w:rsidRPr="004F4590" w:rsidRDefault="002A12C3" w:rsidP="004F4590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2A12C3" w:rsidRPr="004F0416" w:rsidRDefault="002A12C3" w:rsidP="002670C6">
            <w:pPr>
              <w:shd w:val="clear" w:color="auto" w:fill="FFFFFF"/>
              <w:jc w:val="center"/>
            </w:pPr>
            <w:r>
              <w:t>371,00</w:t>
            </w:r>
          </w:p>
        </w:tc>
        <w:tc>
          <w:tcPr>
            <w:tcW w:w="850" w:type="dxa"/>
            <w:vAlign w:val="bottom"/>
          </w:tcPr>
          <w:p w:rsidR="002A12C3" w:rsidRPr="004F0416" w:rsidRDefault="002A12C3" w:rsidP="00AD60E4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2A12C3" w:rsidRPr="004F0416" w:rsidRDefault="002A12C3" w:rsidP="00AD60E4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2A12C3" w:rsidRPr="004F0416">
        <w:trPr>
          <w:cantSplit/>
          <w:trHeight w:val="225"/>
        </w:trPr>
        <w:tc>
          <w:tcPr>
            <w:tcW w:w="424" w:type="dxa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</w:tcPr>
          <w:p w:rsidR="002A12C3" w:rsidRPr="004F0416" w:rsidRDefault="002A12C3" w:rsidP="00B80AD4">
            <w:pPr>
              <w:shd w:val="clear" w:color="auto" w:fill="FFFFFF"/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  <w:p w:rsidR="002A12C3" w:rsidRPr="004F0416" w:rsidRDefault="002A12C3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2A12C3" w:rsidRPr="004F0416" w:rsidRDefault="002A12C3" w:rsidP="00221A44">
            <w:pPr>
              <w:shd w:val="clear" w:color="auto" w:fill="FFFFFF"/>
            </w:pPr>
          </w:p>
          <w:p w:rsidR="002A12C3" w:rsidRDefault="002A12C3" w:rsidP="00221A44">
            <w:pPr>
              <w:shd w:val="clear" w:color="auto" w:fill="FFFFFF"/>
            </w:pPr>
          </w:p>
          <w:p w:rsidR="002A12C3" w:rsidRPr="004F0416" w:rsidRDefault="002A12C3" w:rsidP="00221A44">
            <w:pPr>
              <w:shd w:val="clear" w:color="auto" w:fill="FFFFFF"/>
            </w:pPr>
          </w:p>
          <w:p w:rsidR="002A12C3" w:rsidRPr="004F0416" w:rsidRDefault="002A12C3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  <w:r>
              <w:t>371,00</w:t>
            </w:r>
          </w:p>
        </w:tc>
        <w:tc>
          <w:tcPr>
            <w:tcW w:w="850" w:type="dxa"/>
            <w:vAlign w:val="bottom"/>
          </w:tcPr>
          <w:p w:rsidR="002A12C3" w:rsidRPr="004F0416" w:rsidRDefault="002A12C3" w:rsidP="004F459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A12C3" w:rsidRPr="004F0416" w:rsidRDefault="002A12C3" w:rsidP="00AD60E4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2A12C3" w:rsidRPr="004F0416">
        <w:trPr>
          <w:cantSplit/>
          <w:trHeight w:val="225"/>
        </w:trPr>
        <w:tc>
          <w:tcPr>
            <w:tcW w:w="424" w:type="dxa"/>
          </w:tcPr>
          <w:p w:rsidR="002A12C3" w:rsidRPr="004F0416" w:rsidRDefault="002A12C3" w:rsidP="00E374EB">
            <w:pPr>
              <w:shd w:val="clear" w:color="auto" w:fill="FFFFFF"/>
              <w:jc w:val="center"/>
            </w:pPr>
            <w:r>
              <w:t>4</w:t>
            </w:r>
            <w:r w:rsidRPr="004F0416">
              <w:t>.</w:t>
            </w:r>
          </w:p>
        </w:tc>
        <w:tc>
          <w:tcPr>
            <w:tcW w:w="1135" w:type="dxa"/>
          </w:tcPr>
          <w:p w:rsidR="002A12C3" w:rsidRPr="004F0416" w:rsidRDefault="002A12C3" w:rsidP="004F4590">
            <w:pPr>
              <w:jc w:val="center"/>
            </w:pPr>
            <w:r w:rsidRPr="004F0416">
              <w:t>04.0</w:t>
            </w:r>
            <w:r>
              <w:t>8</w:t>
            </w:r>
            <w:r w:rsidRPr="004F0416">
              <w:t>.0</w:t>
            </w:r>
            <w:r>
              <w:t>1</w:t>
            </w:r>
          </w:p>
        </w:tc>
        <w:tc>
          <w:tcPr>
            <w:tcW w:w="3685" w:type="dxa"/>
          </w:tcPr>
          <w:p w:rsidR="002A12C3" w:rsidRPr="004F4590" w:rsidRDefault="002A12C3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mieszanki mineralno- asfaltowej AC 11W 50/70 wg WT-2 2014r w ilości 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2A12C3" w:rsidRPr="004F0416" w:rsidRDefault="002A12C3" w:rsidP="006B22D0">
            <w:pPr>
              <w:shd w:val="clear" w:color="auto" w:fill="FFFFFF"/>
              <w:ind w:firstLine="24"/>
            </w:pPr>
          </w:p>
        </w:tc>
        <w:tc>
          <w:tcPr>
            <w:tcW w:w="708" w:type="dxa"/>
          </w:tcPr>
          <w:p w:rsidR="002A12C3" w:rsidRPr="004F0416" w:rsidRDefault="002A12C3" w:rsidP="00E374EB">
            <w:pPr>
              <w:shd w:val="clear" w:color="auto" w:fill="FFFFFF"/>
              <w:jc w:val="center"/>
            </w:pPr>
          </w:p>
          <w:p w:rsidR="002A12C3" w:rsidRDefault="002A12C3" w:rsidP="00E374EB">
            <w:pPr>
              <w:shd w:val="clear" w:color="auto" w:fill="FFFFFF"/>
            </w:pPr>
          </w:p>
          <w:p w:rsidR="002A12C3" w:rsidRDefault="002A12C3" w:rsidP="00E374EB">
            <w:pPr>
              <w:shd w:val="clear" w:color="auto" w:fill="FFFFFF"/>
            </w:pPr>
          </w:p>
          <w:p w:rsidR="002A12C3" w:rsidRPr="004F0416" w:rsidRDefault="002A12C3" w:rsidP="00E374EB">
            <w:pPr>
              <w:shd w:val="clear" w:color="auto" w:fill="FFFFFF"/>
            </w:pPr>
          </w:p>
          <w:p w:rsidR="002A12C3" w:rsidRPr="004F0416" w:rsidRDefault="002A12C3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2A12C3" w:rsidRPr="004F0416" w:rsidRDefault="002A12C3" w:rsidP="00E374EB">
            <w:pPr>
              <w:shd w:val="clear" w:color="auto" w:fill="FFFFFF"/>
              <w:jc w:val="center"/>
            </w:pPr>
            <w:r>
              <w:t>358,40</w:t>
            </w:r>
          </w:p>
        </w:tc>
        <w:tc>
          <w:tcPr>
            <w:tcW w:w="850" w:type="dxa"/>
            <w:vAlign w:val="bottom"/>
          </w:tcPr>
          <w:p w:rsidR="002A12C3" w:rsidRPr="004F0416" w:rsidRDefault="002A12C3" w:rsidP="00E374EB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2A12C3" w:rsidRPr="004F0416" w:rsidRDefault="002A12C3" w:rsidP="00E374EB">
            <w:pPr>
              <w:pStyle w:val="PlainTex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A12C3" w:rsidRPr="004F0416">
        <w:trPr>
          <w:cantSplit/>
          <w:trHeight w:val="225"/>
        </w:trPr>
        <w:tc>
          <w:tcPr>
            <w:tcW w:w="424" w:type="dxa"/>
          </w:tcPr>
          <w:p w:rsidR="002A12C3" w:rsidRPr="004F0416" w:rsidRDefault="002A12C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2A12C3" w:rsidRPr="004F0416" w:rsidRDefault="002A12C3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2A12C3" w:rsidRPr="004F0416" w:rsidRDefault="002A12C3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2A12C3" w:rsidRPr="004F0416" w:rsidRDefault="002A12C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</w:p>
        </w:tc>
        <w:tc>
          <w:tcPr>
            <w:tcW w:w="850" w:type="dxa"/>
            <w:vAlign w:val="bottom"/>
          </w:tcPr>
          <w:p w:rsidR="002A12C3" w:rsidRPr="004F0416" w:rsidRDefault="002A12C3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A12C3" w:rsidRPr="004F0416" w:rsidRDefault="002A12C3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2A12C3" w:rsidRPr="004F0416">
        <w:trPr>
          <w:cantSplit/>
          <w:trHeight w:val="225"/>
        </w:trPr>
        <w:tc>
          <w:tcPr>
            <w:tcW w:w="424" w:type="dxa"/>
          </w:tcPr>
          <w:p w:rsidR="002A12C3" w:rsidRPr="004F0416" w:rsidRDefault="002A12C3" w:rsidP="004F228A">
            <w:pPr>
              <w:shd w:val="clear" w:color="auto" w:fill="FFFFFF"/>
              <w:jc w:val="center"/>
            </w:pPr>
            <w:r>
              <w:t>5</w:t>
            </w:r>
            <w:r w:rsidRPr="004F0416">
              <w:t>.</w:t>
            </w:r>
          </w:p>
        </w:tc>
        <w:tc>
          <w:tcPr>
            <w:tcW w:w="1135" w:type="dxa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  <w:r w:rsidRPr="004F0416">
              <w:t>05.03.05</w:t>
            </w:r>
          </w:p>
        </w:tc>
        <w:tc>
          <w:tcPr>
            <w:tcW w:w="3685" w:type="dxa"/>
          </w:tcPr>
          <w:p w:rsidR="002A12C3" w:rsidRDefault="002A12C3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 xml:space="preserve">ścieralnej </w:t>
            </w:r>
            <w:r w:rsidRPr="004F0416">
              <w:t xml:space="preserve">z mieszanki mineralno-asfaltowej </w:t>
            </w:r>
            <w:r>
              <w:t xml:space="preserve">AC 11S 50/70 </w:t>
            </w:r>
          </w:p>
          <w:p w:rsidR="002A12C3" w:rsidRPr="004F0416" w:rsidRDefault="002A12C3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 xml:space="preserve">wg WT-2 2014 r </w:t>
            </w:r>
            <w:r w:rsidRPr="004F0416">
              <w:t xml:space="preserve"> grub. 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4</w:t>
              </w:r>
              <w:r w:rsidRPr="004F0416">
                <w:t xml:space="preserve"> cm</w:t>
              </w:r>
            </w:smartTag>
            <w:r w:rsidRPr="004F0416">
              <w:t xml:space="preserve"> , dla KR- 1</w:t>
            </w:r>
            <w:r>
              <w:t>-2</w:t>
            </w:r>
          </w:p>
          <w:p w:rsidR="002A12C3" w:rsidRPr="004F0416" w:rsidRDefault="002A12C3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</w:p>
          <w:p w:rsidR="002A12C3" w:rsidRPr="004F0416" w:rsidRDefault="002A12C3" w:rsidP="00B80AD4">
            <w:pPr>
              <w:shd w:val="clear" w:color="auto" w:fill="FFFFFF"/>
              <w:jc w:val="center"/>
            </w:pPr>
          </w:p>
          <w:p w:rsidR="002A12C3" w:rsidRPr="004F0416" w:rsidRDefault="002A12C3" w:rsidP="00B80AD4">
            <w:pPr>
              <w:shd w:val="clear" w:color="auto" w:fill="FFFFFF"/>
            </w:pPr>
          </w:p>
          <w:p w:rsidR="002A12C3" w:rsidRPr="004F0416" w:rsidRDefault="002A12C3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2A12C3" w:rsidRPr="004F0416" w:rsidRDefault="002A12C3" w:rsidP="00B80AD4">
            <w:pPr>
              <w:shd w:val="clear" w:color="auto" w:fill="FFFFFF"/>
              <w:jc w:val="center"/>
            </w:pPr>
            <w:r>
              <w:t>350,00</w:t>
            </w:r>
          </w:p>
        </w:tc>
        <w:tc>
          <w:tcPr>
            <w:tcW w:w="850" w:type="dxa"/>
            <w:vAlign w:val="bottom"/>
          </w:tcPr>
          <w:p w:rsidR="002A12C3" w:rsidRPr="004F0416" w:rsidRDefault="002A12C3" w:rsidP="00AD60E4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A12C3" w:rsidRPr="004F0416" w:rsidRDefault="002A12C3" w:rsidP="00AD60E4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2A12C3" w:rsidRPr="004F0416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2A12C3" w:rsidRPr="004F0416" w:rsidRDefault="002A12C3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2A12C3" w:rsidRPr="004F0416" w:rsidRDefault="002A12C3"/>
        </w:tc>
        <w:tc>
          <w:tcPr>
            <w:tcW w:w="3685" w:type="dxa"/>
            <w:tcBorders>
              <w:right w:val="nil"/>
            </w:tcBorders>
          </w:tcPr>
          <w:p w:rsidR="002A12C3" w:rsidRPr="004F0416" w:rsidRDefault="002A12C3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2A12C3" w:rsidRPr="004F0416" w:rsidRDefault="002A12C3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2A12C3" w:rsidRPr="004F0416" w:rsidRDefault="002A12C3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2A12C3" w:rsidRPr="004F0416" w:rsidRDefault="002A12C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12C3" w:rsidRPr="004F0416" w:rsidRDefault="002A12C3" w:rsidP="00AD60E4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2A12C3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2A12C3" w:rsidRPr="004F0416" w:rsidRDefault="002A12C3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A12C3" w:rsidRPr="004F0416" w:rsidRDefault="002A12C3"/>
        </w:tc>
        <w:tc>
          <w:tcPr>
            <w:tcW w:w="3685" w:type="dxa"/>
            <w:tcBorders>
              <w:right w:val="nil"/>
            </w:tcBorders>
          </w:tcPr>
          <w:p w:rsidR="002A12C3" w:rsidRPr="004F0416" w:rsidRDefault="002A12C3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2A12C3" w:rsidRPr="004F0416" w:rsidRDefault="002A12C3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2A12C3" w:rsidRPr="004F0416" w:rsidRDefault="002A12C3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2A12C3" w:rsidRPr="004F0416" w:rsidRDefault="002A12C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12C3" w:rsidRPr="004F0416" w:rsidRDefault="002A12C3" w:rsidP="00AD60E4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2A12C3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2A12C3" w:rsidRPr="004F0416" w:rsidRDefault="002A12C3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A12C3" w:rsidRPr="004F0416" w:rsidRDefault="002A12C3"/>
        </w:tc>
        <w:tc>
          <w:tcPr>
            <w:tcW w:w="3685" w:type="dxa"/>
            <w:tcBorders>
              <w:right w:val="nil"/>
            </w:tcBorders>
          </w:tcPr>
          <w:p w:rsidR="002A12C3" w:rsidRPr="004F0416" w:rsidRDefault="002A12C3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2A12C3" w:rsidRPr="004F0416" w:rsidRDefault="002A12C3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2A12C3" w:rsidRPr="004F0416" w:rsidRDefault="002A12C3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2A12C3" w:rsidRPr="004F0416" w:rsidRDefault="002A12C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12C3" w:rsidRPr="004F0416" w:rsidRDefault="002A12C3" w:rsidP="00AD60E4">
            <w:pPr>
              <w:pStyle w:val="BodyText"/>
              <w:rPr>
                <w:b/>
                <w:bCs/>
                <w:sz w:val="20"/>
                <w:szCs w:val="20"/>
              </w:rPr>
            </w:pPr>
          </w:p>
        </w:tc>
      </w:tr>
    </w:tbl>
    <w:p w:rsidR="002A12C3" w:rsidRPr="004F0416" w:rsidRDefault="002A12C3">
      <w:pPr>
        <w:pStyle w:val="PlainText"/>
      </w:pPr>
    </w:p>
    <w:p w:rsidR="002A12C3" w:rsidRPr="004F0416" w:rsidRDefault="002A12C3" w:rsidP="00A43251">
      <w:pPr>
        <w:pStyle w:val="PlainText"/>
        <w:ind w:left="1134"/>
        <w:rPr>
          <w:rFonts w:ascii="Times New Roman" w:hAnsi="Times New Roman" w:cs="Times New Roman"/>
        </w:rPr>
      </w:pPr>
      <w:r w:rsidRPr="004F0416">
        <w:rPr>
          <w:rFonts w:ascii="Times New Roman" w:hAnsi="Times New Roman" w:cs="Times New Roman"/>
        </w:rPr>
        <w:t xml:space="preserve">Słownie: </w:t>
      </w:r>
    </w:p>
    <w:p w:rsidR="002A12C3" w:rsidRDefault="002A12C3">
      <w:pPr>
        <w:pStyle w:val="PlainText"/>
        <w:ind w:left="1134"/>
        <w:rPr>
          <w:rFonts w:ascii="Times New Roman" w:hAnsi="Times New Roman" w:cs="Times New Roman"/>
        </w:rPr>
      </w:pPr>
    </w:p>
    <w:p w:rsidR="002A12C3" w:rsidRPr="00904A4B" w:rsidRDefault="002A12C3" w:rsidP="00904A4B"/>
    <w:p w:rsidR="002A12C3" w:rsidRDefault="002A12C3" w:rsidP="00904A4B"/>
    <w:p w:rsidR="002A12C3" w:rsidRPr="00904A4B" w:rsidRDefault="002A12C3" w:rsidP="00904A4B">
      <w:pPr>
        <w:rPr>
          <w:sz w:val="24"/>
          <w:szCs w:val="24"/>
        </w:rPr>
      </w:pPr>
    </w:p>
    <w:sectPr w:rsidR="002A12C3" w:rsidRPr="00904A4B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2C3" w:rsidRDefault="002A12C3">
      <w:r>
        <w:separator/>
      </w:r>
    </w:p>
  </w:endnote>
  <w:endnote w:type="continuationSeparator" w:id="0">
    <w:p w:rsidR="002A12C3" w:rsidRDefault="002A1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2C3" w:rsidRDefault="002A12C3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A12C3" w:rsidRDefault="002A12C3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2C3" w:rsidRDefault="002A12C3">
      <w:r>
        <w:separator/>
      </w:r>
    </w:p>
  </w:footnote>
  <w:footnote w:type="continuationSeparator" w:id="0">
    <w:p w:rsidR="002A12C3" w:rsidRDefault="002A1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3942"/>
    <w:rsid w:val="0001615D"/>
    <w:rsid w:val="0003604B"/>
    <w:rsid w:val="00057EDE"/>
    <w:rsid w:val="00076F43"/>
    <w:rsid w:val="0008514A"/>
    <w:rsid w:val="000A069D"/>
    <w:rsid w:val="000A67E7"/>
    <w:rsid w:val="000C02B8"/>
    <w:rsid w:val="000D32B0"/>
    <w:rsid w:val="000D5700"/>
    <w:rsid w:val="000D6007"/>
    <w:rsid w:val="000F75FC"/>
    <w:rsid w:val="001035B0"/>
    <w:rsid w:val="001073FD"/>
    <w:rsid w:val="00110AA4"/>
    <w:rsid w:val="001154E4"/>
    <w:rsid w:val="0012096E"/>
    <w:rsid w:val="001238A0"/>
    <w:rsid w:val="001312B8"/>
    <w:rsid w:val="0014622D"/>
    <w:rsid w:val="00154091"/>
    <w:rsid w:val="001637F9"/>
    <w:rsid w:val="0016526A"/>
    <w:rsid w:val="001668C0"/>
    <w:rsid w:val="00171879"/>
    <w:rsid w:val="00172788"/>
    <w:rsid w:val="00173EB8"/>
    <w:rsid w:val="00183463"/>
    <w:rsid w:val="00191052"/>
    <w:rsid w:val="0019436E"/>
    <w:rsid w:val="00195843"/>
    <w:rsid w:val="001A1866"/>
    <w:rsid w:val="001B61E6"/>
    <w:rsid w:val="001C28DC"/>
    <w:rsid w:val="001C78B4"/>
    <w:rsid w:val="001F1A68"/>
    <w:rsid w:val="001F2A70"/>
    <w:rsid w:val="001F63B9"/>
    <w:rsid w:val="00221A44"/>
    <w:rsid w:val="00232503"/>
    <w:rsid w:val="00244C85"/>
    <w:rsid w:val="002506F1"/>
    <w:rsid w:val="0025094A"/>
    <w:rsid w:val="002616F3"/>
    <w:rsid w:val="002670C6"/>
    <w:rsid w:val="002712EE"/>
    <w:rsid w:val="002955ED"/>
    <w:rsid w:val="002A12C3"/>
    <w:rsid w:val="002B292C"/>
    <w:rsid w:val="002D2844"/>
    <w:rsid w:val="002D284E"/>
    <w:rsid w:val="002D78A6"/>
    <w:rsid w:val="002E4683"/>
    <w:rsid w:val="002E6D45"/>
    <w:rsid w:val="003042D1"/>
    <w:rsid w:val="003149D3"/>
    <w:rsid w:val="003242B2"/>
    <w:rsid w:val="003511B9"/>
    <w:rsid w:val="00353213"/>
    <w:rsid w:val="0035715F"/>
    <w:rsid w:val="00360959"/>
    <w:rsid w:val="0037658A"/>
    <w:rsid w:val="00376EFE"/>
    <w:rsid w:val="0038091A"/>
    <w:rsid w:val="0038370B"/>
    <w:rsid w:val="00391E7E"/>
    <w:rsid w:val="003C05E3"/>
    <w:rsid w:val="003C259D"/>
    <w:rsid w:val="003E11C2"/>
    <w:rsid w:val="003F7781"/>
    <w:rsid w:val="00405A51"/>
    <w:rsid w:val="00437420"/>
    <w:rsid w:val="00450259"/>
    <w:rsid w:val="00457A83"/>
    <w:rsid w:val="00462B0D"/>
    <w:rsid w:val="00470C4F"/>
    <w:rsid w:val="004720EA"/>
    <w:rsid w:val="00492909"/>
    <w:rsid w:val="004969E4"/>
    <w:rsid w:val="004B1F96"/>
    <w:rsid w:val="004B58B6"/>
    <w:rsid w:val="004C160C"/>
    <w:rsid w:val="004C253E"/>
    <w:rsid w:val="004C734D"/>
    <w:rsid w:val="004D4374"/>
    <w:rsid w:val="004F0416"/>
    <w:rsid w:val="004F228A"/>
    <w:rsid w:val="004F4590"/>
    <w:rsid w:val="00502782"/>
    <w:rsid w:val="00502F17"/>
    <w:rsid w:val="005031DA"/>
    <w:rsid w:val="00531A8C"/>
    <w:rsid w:val="00541D7C"/>
    <w:rsid w:val="0054543B"/>
    <w:rsid w:val="00563036"/>
    <w:rsid w:val="00563CFF"/>
    <w:rsid w:val="005664F3"/>
    <w:rsid w:val="0058000C"/>
    <w:rsid w:val="0058681F"/>
    <w:rsid w:val="00590E79"/>
    <w:rsid w:val="005C29D9"/>
    <w:rsid w:val="005C3670"/>
    <w:rsid w:val="005D2A50"/>
    <w:rsid w:val="005E28D7"/>
    <w:rsid w:val="006066A9"/>
    <w:rsid w:val="00607714"/>
    <w:rsid w:val="00622090"/>
    <w:rsid w:val="00622E7A"/>
    <w:rsid w:val="00631820"/>
    <w:rsid w:val="006436A1"/>
    <w:rsid w:val="006572EE"/>
    <w:rsid w:val="006A7F56"/>
    <w:rsid w:val="006B1F6A"/>
    <w:rsid w:val="006B22D0"/>
    <w:rsid w:val="006C489D"/>
    <w:rsid w:val="006D52E5"/>
    <w:rsid w:val="006E2143"/>
    <w:rsid w:val="006E68EC"/>
    <w:rsid w:val="007004A8"/>
    <w:rsid w:val="00713171"/>
    <w:rsid w:val="0072778C"/>
    <w:rsid w:val="0076128D"/>
    <w:rsid w:val="007701E2"/>
    <w:rsid w:val="00777E4B"/>
    <w:rsid w:val="007A1F88"/>
    <w:rsid w:val="007C174F"/>
    <w:rsid w:val="007D5451"/>
    <w:rsid w:val="007E44DF"/>
    <w:rsid w:val="007E779E"/>
    <w:rsid w:val="00801870"/>
    <w:rsid w:val="00824485"/>
    <w:rsid w:val="00826DEF"/>
    <w:rsid w:val="0082782B"/>
    <w:rsid w:val="0086313C"/>
    <w:rsid w:val="008A7990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7342"/>
    <w:rsid w:val="00904A4B"/>
    <w:rsid w:val="009167FF"/>
    <w:rsid w:val="00946EAE"/>
    <w:rsid w:val="0098055C"/>
    <w:rsid w:val="009A2263"/>
    <w:rsid w:val="009B625C"/>
    <w:rsid w:val="009C406E"/>
    <w:rsid w:val="009D22A4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73518"/>
    <w:rsid w:val="00A778FE"/>
    <w:rsid w:val="00A87BDE"/>
    <w:rsid w:val="00A9626F"/>
    <w:rsid w:val="00AB1BD8"/>
    <w:rsid w:val="00AC14C0"/>
    <w:rsid w:val="00AD2687"/>
    <w:rsid w:val="00AD5519"/>
    <w:rsid w:val="00AD5E8F"/>
    <w:rsid w:val="00AD60E4"/>
    <w:rsid w:val="00AE0FA3"/>
    <w:rsid w:val="00AE5295"/>
    <w:rsid w:val="00AF5F07"/>
    <w:rsid w:val="00B02ACD"/>
    <w:rsid w:val="00B0314A"/>
    <w:rsid w:val="00B10FAC"/>
    <w:rsid w:val="00B22E0A"/>
    <w:rsid w:val="00B45DD9"/>
    <w:rsid w:val="00B76C59"/>
    <w:rsid w:val="00B80AD4"/>
    <w:rsid w:val="00B83334"/>
    <w:rsid w:val="00BA739E"/>
    <w:rsid w:val="00BB3CCF"/>
    <w:rsid w:val="00BE04AC"/>
    <w:rsid w:val="00BE17DA"/>
    <w:rsid w:val="00BE1ED8"/>
    <w:rsid w:val="00C42990"/>
    <w:rsid w:val="00C4791E"/>
    <w:rsid w:val="00C47E37"/>
    <w:rsid w:val="00C5374D"/>
    <w:rsid w:val="00C55A00"/>
    <w:rsid w:val="00C5612E"/>
    <w:rsid w:val="00C7309E"/>
    <w:rsid w:val="00C926FC"/>
    <w:rsid w:val="00CC2580"/>
    <w:rsid w:val="00CD2BB4"/>
    <w:rsid w:val="00CD5CB6"/>
    <w:rsid w:val="00CF0D6D"/>
    <w:rsid w:val="00D20010"/>
    <w:rsid w:val="00D57E7E"/>
    <w:rsid w:val="00D67EC3"/>
    <w:rsid w:val="00D75DA7"/>
    <w:rsid w:val="00DA5DE8"/>
    <w:rsid w:val="00DC7C6E"/>
    <w:rsid w:val="00DD6F25"/>
    <w:rsid w:val="00DE1394"/>
    <w:rsid w:val="00DE64A2"/>
    <w:rsid w:val="00DF3CCC"/>
    <w:rsid w:val="00DF41BA"/>
    <w:rsid w:val="00E045A5"/>
    <w:rsid w:val="00E1627C"/>
    <w:rsid w:val="00E22F5B"/>
    <w:rsid w:val="00E23BB5"/>
    <w:rsid w:val="00E3296B"/>
    <w:rsid w:val="00E374EB"/>
    <w:rsid w:val="00E37F00"/>
    <w:rsid w:val="00E50A62"/>
    <w:rsid w:val="00E71D48"/>
    <w:rsid w:val="00E861D0"/>
    <w:rsid w:val="00EA66E9"/>
    <w:rsid w:val="00EB004C"/>
    <w:rsid w:val="00ED2D2C"/>
    <w:rsid w:val="00ED7419"/>
    <w:rsid w:val="00EE368C"/>
    <w:rsid w:val="00EF350D"/>
    <w:rsid w:val="00F06B37"/>
    <w:rsid w:val="00F24F9D"/>
    <w:rsid w:val="00F27B8A"/>
    <w:rsid w:val="00F27EFF"/>
    <w:rsid w:val="00F33A98"/>
    <w:rsid w:val="00F40699"/>
    <w:rsid w:val="00F44624"/>
    <w:rsid w:val="00F46D57"/>
    <w:rsid w:val="00F6298F"/>
    <w:rsid w:val="00F63A4C"/>
    <w:rsid w:val="00FA34BC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7990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8A7990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A7990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A799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7990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152</Words>
  <Characters>913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2017-09-12T18:46:00Z</cp:lastPrinted>
  <dcterms:created xsi:type="dcterms:W3CDTF">2017-09-12T18:48:00Z</dcterms:created>
  <dcterms:modified xsi:type="dcterms:W3CDTF">2017-09-12T18:48:00Z</dcterms:modified>
</cp:coreProperties>
</file>